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FB5BC6">
          <w:headerReference w:type="even" r:id="rId9"/>
          <w:footerReference w:type="default" r:id="rId10"/>
          <w:footerReference w:type="first" r:id="rId11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tbl>
      <w:tblPr>
        <w:tblW w:w="14538" w:type="dxa"/>
        <w:tblLook w:val="01E0" w:firstRow="1" w:lastRow="1" w:firstColumn="1" w:lastColumn="1" w:noHBand="0" w:noVBand="0"/>
      </w:tblPr>
      <w:tblGrid>
        <w:gridCol w:w="10326"/>
        <w:gridCol w:w="4212"/>
      </w:tblGrid>
      <w:tr w:rsidR="00190FF9" w:rsidRPr="00553E0E" w:rsidTr="000A6887">
        <w:tc>
          <w:tcPr>
            <w:tcW w:w="10326" w:type="dxa"/>
          </w:tcPr>
          <w:p w:rsidR="00190FF9" w:rsidRPr="00553E0E" w:rsidRDefault="00190FF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553E0E" w:rsidRPr="00553E0E" w:rsidRDefault="00B01A53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5471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3615C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553E0E" w:rsidRPr="00553E0E" w:rsidRDefault="00553E0E" w:rsidP="00553E0E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</w:t>
            </w:r>
          </w:p>
          <w:p w:rsidR="00553E0E" w:rsidRPr="00BB25D9" w:rsidRDefault="00553E0E" w:rsidP="00A417E9">
            <w:pPr>
              <w:rPr>
                <w:rFonts w:ascii="Times New Roman" w:hAnsi="Times New Roman"/>
                <w:sz w:val="28"/>
                <w:szCs w:val="28"/>
              </w:rPr>
            </w:pPr>
            <w:r w:rsidRPr="00553E0E">
              <w:rPr>
                <w:rFonts w:ascii="Times New Roman" w:hAnsi="Times New Roman"/>
                <w:sz w:val="28"/>
                <w:szCs w:val="28"/>
              </w:rPr>
              <w:t>Рязанской области</w:t>
            </w:r>
          </w:p>
        </w:tc>
      </w:tr>
      <w:tr w:rsidR="00A417E9" w:rsidRPr="00553E0E" w:rsidTr="000A6887">
        <w:tc>
          <w:tcPr>
            <w:tcW w:w="10326" w:type="dxa"/>
          </w:tcPr>
          <w:p w:rsidR="00A417E9" w:rsidRPr="00553E0E" w:rsidRDefault="00A417E9" w:rsidP="00553E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12" w:type="dxa"/>
          </w:tcPr>
          <w:p w:rsidR="00A417E9" w:rsidRDefault="00FB5BC6" w:rsidP="00553E0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18.12.2019 № 416</w:t>
            </w:r>
            <w:bookmarkStart w:id="0" w:name="_GoBack"/>
            <w:bookmarkEnd w:id="0"/>
          </w:p>
        </w:tc>
      </w:tr>
    </w:tbl>
    <w:p w:rsidR="003C6B3D" w:rsidRDefault="003C6B3D" w:rsidP="003C6B3D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 Система программных мероприятий</w:t>
      </w:r>
    </w:p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</w:rPr>
      </w:pPr>
    </w:p>
    <w:tbl>
      <w:tblPr>
        <w:tblW w:w="1474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25"/>
        <w:gridCol w:w="1985"/>
        <w:gridCol w:w="2048"/>
        <w:gridCol w:w="1214"/>
        <w:gridCol w:w="707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875A1A" w:rsidRPr="00A417E9" w:rsidTr="00BE7637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п/п</w:t>
            </w:r>
          </w:p>
        </w:tc>
        <w:tc>
          <w:tcPr>
            <w:tcW w:w="23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Программные мероприятия, обеспечивающие выполнение задачи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Главные распорядители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Исполнители</w:t>
            </w:r>
          </w:p>
        </w:tc>
        <w:tc>
          <w:tcPr>
            <w:tcW w:w="12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Источник финанси-рования</w:t>
            </w:r>
          </w:p>
        </w:tc>
        <w:tc>
          <w:tcPr>
            <w:tcW w:w="5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Объемы финансирования, тыс.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Ожи</w:t>
            </w:r>
            <w:r w:rsidR="00E75039" w:rsidRPr="00A417E9">
              <w:rPr>
                <w:rFonts w:ascii="Times New Roman" w:hAnsi="Times New Roman"/>
                <w:sz w:val="22"/>
                <w:szCs w:val="22"/>
              </w:rPr>
              <w:t>-</w:t>
            </w:r>
            <w:r w:rsidRPr="00A417E9">
              <w:rPr>
                <w:rFonts w:ascii="Times New Roman" w:hAnsi="Times New Roman"/>
                <w:sz w:val="22"/>
                <w:szCs w:val="22"/>
              </w:rPr>
              <w:t>даемый резуль</w:t>
            </w:r>
            <w:r w:rsidR="00E75039" w:rsidRPr="00A417E9">
              <w:rPr>
                <w:rFonts w:ascii="Times New Roman" w:hAnsi="Times New Roman"/>
                <w:sz w:val="22"/>
                <w:szCs w:val="22"/>
              </w:rPr>
              <w:t>-</w:t>
            </w:r>
            <w:r w:rsidRPr="00A417E9">
              <w:rPr>
                <w:rFonts w:ascii="Times New Roman" w:hAnsi="Times New Roman"/>
                <w:sz w:val="22"/>
                <w:szCs w:val="22"/>
              </w:rPr>
              <w:t>тат</w:t>
            </w:r>
          </w:p>
        </w:tc>
      </w:tr>
      <w:tr w:rsidR="00875A1A" w:rsidRPr="00A417E9" w:rsidTr="00171310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A1A" w:rsidRPr="00A417E9" w:rsidRDefault="00875A1A" w:rsidP="00875A1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75A1A" w:rsidRPr="00A417E9" w:rsidTr="00DD4B89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75A1A" w:rsidRPr="00A417E9" w:rsidRDefault="00875A1A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75A1A" w:rsidRPr="00A417E9" w:rsidRDefault="00875A1A" w:rsidP="00875A1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75A1A" w:rsidRPr="00A417E9" w:rsidRDefault="00875A1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A723B" w:rsidRDefault="006A723B" w:rsidP="006A723B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"/>
          <w:szCs w:val="2"/>
        </w:rPr>
      </w:pPr>
    </w:p>
    <w:tbl>
      <w:tblPr>
        <w:tblW w:w="1474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"/>
        <w:gridCol w:w="2325"/>
        <w:gridCol w:w="1985"/>
        <w:gridCol w:w="2048"/>
        <w:gridCol w:w="1214"/>
        <w:gridCol w:w="707"/>
        <w:gridCol w:w="708"/>
        <w:gridCol w:w="709"/>
        <w:gridCol w:w="709"/>
        <w:gridCol w:w="709"/>
        <w:gridCol w:w="708"/>
        <w:gridCol w:w="709"/>
        <w:gridCol w:w="709"/>
        <w:gridCol w:w="992"/>
      </w:tblGrid>
      <w:tr w:rsidR="00875A1A" w:rsidRPr="00A417E9" w:rsidTr="00A417E9">
        <w:trPr>
          <w:trHeight w:val="28"/>
          <w:tblHeader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3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5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14</w:t>
            </w:r>
          </w:p>
        </w:tc>
      </w:tr>
      <w:tr w:rsidR="00875A1A" w:rsidRPr="00A417E9" w:rsidTr="00A417E9">
        <w:trPr>
          <w:cantSplit/>
          <w:trHeight w:val="2162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Задача. Обеспечение эффективного исполнения государственных функций в сфере реализации Программы, в том числе: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4D1B9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345846,66163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26707,07715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30044,39678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51114,66639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DE2420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56584,85581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4D1B9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58600,16692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4D1B99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60311,26946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4D1B99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62484,22912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1471DA" w:rsidRDefault="00157F42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д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ости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жение ежегод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но не менее 90% запла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ниро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-ван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ных значе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ний целевых индика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торов Прог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раммы; издание ежегод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но не 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 xml:space="preserve">менее 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 тома книги Рязанс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кой области «Солда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ты Победы. 1941- 1945 гг.»</w:t>
            </w: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1.1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Обеспечение деятельности министерства по делам территориальных образований и общественных объединений Рязанской области*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по делам территориальных образований и общественных объединений Рязанской области*, министерство по делам 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территорий 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министерство по делам территориальных образований и общественных объединений Рязанской области*, министерство по делам 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территорий 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5B7540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312885,11618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24097,87715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25544,17879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46150,71229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DE2420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51353,34477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5B7540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53451,0428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5B7540" w:rsidRPr="00ED6007" w:rsidRDefault="005B7540" w:rsidP="005B7540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55098,11603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5B7540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57189,84435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A417E9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</w:t>
            </w:r>
            <w:r w:rsidR="00875A1A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информационной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875A1A" w:rsidP="00A417E9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875A1A" w:rsidP="00A417E9">
            <w:pPr>
              <w:ind w:left="113" w:right="113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ED6007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lastRenderedPageBreak/>
              <w:t>1.2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Организационное, материально-техническое обеспечение деятельности Общественной палаты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1289,08364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1000,0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289,08364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Дополнительное профессиональное образование государственных гражданских служащих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</w:t>
            </w:r>
            <w:r w:rsid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делам территорий и информацион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</w:t>
            </w:r>
            <w:r w:rsid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делам территорий и информацион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143,68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11,88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23,56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23,76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Издание многотомной книги Рязанской области «Солдаты Победы. 1941-1945 гг.»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DE2420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9260,75462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875A1A" w:rsidP="00DE2420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1242,0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1117,8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DE2420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1300,95462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DE2420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DE2420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1400,0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DE2420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1400,0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Подготовка и проведение комплекса мероприятий по оформлению Доски Почета Рязанской области и вручение свидетельства о занесении на Доску Почета Рязанской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DE2420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2058,725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330,0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289,575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DE2420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251,15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297,0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Социальная поддержка обучающихся на условиях договора о целевом обучении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72,0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E75039" w:rsidP="00A417E9">
            <w:pPr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13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1.7. 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ind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Организационное, правовое, аналитическое, информационное, документационное, финансовое и материально-техническое обеспечение деятельности Общественной палаты Рязанской области</w:t>
            </w:r>
          </w:p>
          <w:p w:rsidR="00875A1A" w:rsidRPr="00A417E9" w:rsidRDefault="00875A1A" w:rsidP="00A417E9">
            <w:pPr>
              <w:widowControl w:val="0"/>
              <w:autoSpaceDE w:val="0"/>
              <w:autoSpaceDN w:val="0"/>
              <w:ind w:left="91" w:right="-57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области*, министерство по делам территорий и информационной политике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ГКУ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ED6007" w:rsidRDefault="005B7540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19767,30219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2767,87935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3219,3941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3285,64642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ED6007" w:rsidRDefault="00DE2420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3428,36412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  <w:hideMark/>
          </w:tcPr>
          <w:p w:rsidR="00875A1A" w:rsidRPr="00ED6007" w:rsidRDefault="00DE2420" w:rsidP="00A417E9">
            <w:pPr>
              <w:ind w:left="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3492,39343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875A1A" w:rsidRPr="00ED6007" w:rsidRDefault="00DE2420" w:rsidP="00A417E9">
            <w:pPr>
              <w:ind w:left="113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3573,62477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  <w:hideMark/>
          </w:tcPr>
          <w:p w:rsidR="00875A1A" w:rsidRPr="00A417E9" w:rsidRDefault="00875A1A" w:rsidP="00A417E9">
            <w:pPr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E75039" w:rsidRPr="00A417E9" w:rsidTr="00A417E9">
        <w:trPr>
          <w:cantSplit/>
          <w:trHeight w:val="186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1.8.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Государственное задание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2B3BE0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/>
                <w:spacing w:val="-2"/>
                <w:sz w:val="22"/>
                <w:szCs w:val="22"/>
              </w:rPr>
              <w:t>м</w:t>
            </w:r>
            <w:r w:rsidR="00E7503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инистерство культуры и туризма Рязанской области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ГБУ РО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ED6007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ED6007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ED6007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ED6007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ED6007" w:rsidRDefault="00E7503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370,0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ED6007" w:rsidRDefault="00063771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  <w:r w:rsidR="00E75039" w:rsidRPr="00ED6007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ED6007" w:rsidRDefault="00063771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0,</w:t>
            </w:r>
            <w:r w:rsidR="00E75039"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E75039" w:rsidRPr="00ED6007" w:rsidRDefault="002859B8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0</w:t>
            </w:r>
            <w:r w:rsidR="00E75039" w:rsidRPr="00ED6007">
              <w:rPr>
                <w:rFonts w:ascii="Times New Roman" w:hAnsi="Times New Roman"/>
                <w:spacing w:val="-2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E75039" w:rsidRPr="00A417E9" w:rsidRDefault="00E75039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  <w:tr w:rsidR="00875A1A" w:rsidRPr="00A417E9" w:rsidTr="00A417E9">
        <w:trPr>
          <w:cantSplit/>
          <w:trHeight w:val="186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И</w:t>
            </w:r>
            <w:r w:rsidR="00A417E9" w:rsidRPr="00A417E9">
              <w:rPr>
                <w:rFonts w:ascii="Times New Roman" w:hAnsi="Times New Roman"/>
                <w:spacing w:val="-2"/>
                <w:sz w:val="22"/>
                <w:szCs w:val="22"/>
              </w:rPr>
              <w:t>того</w:t>
            </w: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 xml:space="preserve"> по подпрограмме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hideMark/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A417E9">
              <w:rPr>
                <w:rFonts w:ascii="Times New Roman" w:hAnsi="Times New Roman"/>
                <w:spacing w:val="-2"/>
                <w:sz w:val="22"/>
                <w:szCs w:val="22"/>
              </w:rPr>
              <w:t>областной бюджет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4D1B9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345846,66163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26707,07715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30044,39678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875A1A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51114,66639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DE2420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56584,85581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4D1B99" w:rsidP="00A417E9">
            <w:pPr>
              <w:widowControl w:val="0"/>
              <w:autoSpaceDE w:val="0"/>
              <w:autoSpaceDN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58600,16692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hideMark/>
          </w:tcPr>
          <w:p w:rsidR="00875A1A" w:rsidRPr="00ED6007" w:rsidRDefault="004D1B99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60311,26946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75A1A" w:rsidRPr="00ED6007" w:rsidRDefault="004D1B99" w:rsidP="00A417E9">
            <w:pPr>
              <w:widowControl w:val="0"/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r w:rsidRPr="00ED6007">
              <w:rPr>
                <w:rFonts w:ascii="Times New Roman" w:hAnsi="Times New Roman"/>
                <w:spacing w:val="-2"/>
                <w:sz w:val="22"/>
                <w:szCs w:val="22"/>
              </w:rPr>
              <w:t>62484,22912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75A1A" w:rsidRPr="00A417E9" w:rsidRDefault="00875A1A" w:rsidP="00A417E9">
            <w:pPr>
              <w:widowControl w:val="0"/>
              <w:autoSpaceDE w:val="0"/>
              <w:autoSpaceDN w:val="0"/>
              <w:rPr>
                <w:rFonts w:ascii="Times New Roman" w:hAnsi="Times New Roman"/>
                <w:spacing w:val="-2"/>
                <w:sz w:val="22"/>
                <w:szCs w:val="22"/>
              </w:rPr>
            </w:pPr>
          </w:p>
        </w:tc>
      </w:tr>
    </w:tbl>
    <w:p w:rsidR="000B784E" w:rsidRPr="00BB25D9" w:rsidRDefault="000B784E" w:rsidP="006A723B">
      <w:pPr>
        <w:ind w:firstLine="284"/>
        <w:jc w:val="both"/>
        <w:rPr>
          <w:rFonts w:ascii="Times New Roman" w:hAnsi="Times New Roman"/>
          <w:sz w:val="16"/>
          <w:szCs w:val="16"/>
        </w:rPr>
      </w:pPr>
      <w:r w:rsidRPr="00BB25D9">
        <w:rPr>
          <w:rFonts w:ascii="Times New Roman" w:hAnsi="Times New Roman"/>
          <w:sz w:val="16"/>
          <w:szCs w:val="16"/>
        </w:rPr>
        <w:t xml:space="preserve"> </w:t>
      </w:r>
    </w:p>
    <w:p w:rsidR="006A723B" w:rsidRDefault="006A723B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* До реорганизации в министерство </w:t>
      </w:r>
      <w:r>
        <w:rPr>
          <w:rFonts w:ascii="Times New Roman" w:hAnsi="Times New Roman"/>
          <w:bCs/>
          <w:sz w:val="22"/>
          <w:szCs w:val="22"/>
        </w:rPr>
        <w:t>по делам территорий и информационной политике Рязанской области.».</w:t>
      </w:r>
    </w:p>
    <w:p w:rsidR="006A723B" w:rsidRDefault="006A723B" w:rsidP="006A723B">
      <w:pPr>
        <w:ind w:firstLine="284"/>
        <w:jc w:val="both"/>
        <w:rPr>
          <w:rFonts w:ascii="Times New Roman" w:hAnsi="Times New Roman"/>
          <w:bCs/>
          <w:sz w:val="22"/>
          <w:szCs w:val="22"/>
        </w:rPr>
      </w:pPr>
    </w:p>
    <w:sectPr w:rsidR="006A723B" w:rsidSect="00FB5BC6">
      <w:headerReference w:type="default" r:id="rId12"/>
      <w:type w:val="continuous"/>
      <w:pgSz w:w="16834" w:h="11907" w:orient="landscape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AA" w:rsidRDefault="003C67AA">
      <w:r>
        <w:separator/>
      </w:r>
    </w:p>
  </w:endnote>
  <w:endnote w:type="continuationSeparator" w:id="0">
    <w:p w:rsidR="003C67AA" w:rsidRDefault="003C6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7A9DE799" wp14:editId="16CADF75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7FEB3D2E" wp14:editId="7E96F7F5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652E11" w:rsidRDefault="00FB5BC6" w:rsidP="00652E11">
          <w:pPr>
            <w:pStyle w:val="a6"/>
            <w:ind w:right="-113"/>
            <w:rPr>
              <w:rFonts w:ascii="Times New Roman" w:hAnsi="Times New Roman"/>
              <w:position w:val="-14"/>
            </w:rPr>
          </w:pPr>
          <w:r>
            <w:rPr>
              <w:rFonts w:ascii="Times New Roman" w:hAnsi="Times New Roman"/>
              <w:position w:val="-14"/>
            </w:rPr>
            <w:t>4346  18.12.2019 15:28:54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AA" w:rsidRDefault="003C67AA">
      <w:r>
        <w:separator/>
      </w:r>
    </w:p>
  </w:footnote>
  <w:footnote w:type="continuationSeparator" w:id="0">
    <w:p w:rsidR="003C67AA" w:rsidRDefault="003C6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0FC7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0FC7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FB5BC6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cE7fRSPsUed9RI9slb5GkouA8w8=" w:salt="SMxvvA2j8jrvW8q4x+lXRw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1360F"/>
    <w:rsid w:val="00017AC7"/>
    <w:rsid w:val="00020E0B"/>
    <w:rsid w:val="000331B3"/>
    <w:rsid w:val="00033413"/>
    <w:rsid w:val="00037C0C"/>
    <w:rsid w:val="000502A3"/>
    <w:rsid w:val="00053BDC"/>
    <w:rsid w:val="0005408B"/>
    <w:rsid w:val="00056DEB"/>
    <w:rsid w:val="00063771"/>
    <w:rsid w:val="00065EE9"/>
    <w:rsid w:val="00073A7A"/>
    <w:rsid w:val="00076D5E"/>
    <w:rsid w:val="00084DD3"/>
    <w:rsid w:val="000917C0"/>
    <w:rsid w:val="000A6887"/>
    <w:rsid w:val="000B0736"/>
    <w:rsid w:val="000B2CE2"/>
    <w:rsid w:val="000B784E"/>
    <w:rsid w:val="000D6582"/>
    <w:rsid w:val="000F4C9E"/>
    <w:rsid w:val="00103516"/>
    <w:rsid w:val="00114B94"/>
    <w:rsid w:val="00122122"/>
    <w:rsid w:val="00122CFD"/>
    <w:rsid w:val="001471DA"/>
    <w:rsid w:val="00150523"/>
    <w:rsid w:val="00151370"/>
    <w:rsid w:val="001521AE"/>
    <w:rsid w:val="001538C2"/>
    <w:rsid w:val="00157F42"/>
    <w:rsid w:val="00162E72"/>
    <w:rsid w:val="00172BB2"/>
    <w:rsid w:val="00175BE5"/>
    <w:rsid w:val="001850F4"/>
    <w:rsid w:val="00190FF9"/>
    <w:rsid w:val="001947BE"/>
    <w:rsid w:val="001978C8"/>
    <w:rsid w:val="001A1CA4"/>
    <w:rsid w:val="001A560F"/>
    <w:rsid w:val="001B0982"/>
    <w:rsid w:val="001B32BA"/>
    <w:rsid w:val="001E0317"/>
    <w:rsid w:val="001E20F1"/>
    <w:rsid w:val="001E2EE7"/>
    <w:rsid w:val="001F12E8"/>
    <w:rsid w:val="001F228C"/>
    <w:rsid w:val="001F64B8"/>
    <w:rsid w:val="001F7C83"/>
    <w:rsid w:val="00203046"/>
    <w:rsid w:val="00205AB5"/>
    <w:rsid w:val="00224DBA"/>
    <w:rsid w:val="00231F1C"/>
    <w:rsid w:val="0023761A"/>
    <w:rsid w:val="00242DDB"/>
    <w:rsid w:val="002479A2"/>
    <w:rsid w:val="0026087E"/>
    <w:rsid w:val="002615BA"/>
    <w:rsid w:val="00261DE0"/>
    <w:rsid w:val="00265420"/>
    <w:rsid w:val="00274E14"/>
    <w:rsid w:val="00280A6D"/>
    <w:rsid w:val="002859B8"/>
    <w:rsid w:val="00286ECA"/>
    <w:rsid w:val="00292827"/>
    <w:rsid w:val="002953B6"/>
    <w:rsid w:val="002B3BE0"/>
    <w:rsid w:val="002B7A59"/>
    <w:rsid w:val="002C6B4B"/>
    <w:rsid w:val="002E51A7"/>
    <w:rsid w:val="002E5A5F"/>
    <w:rsid w:val="002F1E81"/>
    <w:rsid w:val="002F5553"/>
    <w:rsid w:val="002F584F"/>
    <w:rsid w:val="00310D92"/>
    <w:rsid w:val="003144AB"/>
    <w:rsid w:val="003160CB"/>
    <w:rsid w:val="003222A3"/>
    <w:rsid w:val="00360A40"/>
    <w:rsid w:val="003625CE"/>
    <w:rsid w:val="003870C2"/>
    <w:rsid w:val="003C029C"/>
    <w:rsid w:val="003C218D"/>
    <w:rsid w:val="003C67AA"/>
    <w:rsid w:val="003C6B3D"/>
    <w:rsid w:val="003C7D0C"/>
    <w:rsid w:val="003D3B8A"/>
    <w:rsid w:val="003D3E42"/>
    <w:rsid w:val="003D54F8"/>
    <w:rsid w:val="003F4F5E"/>
    <w:rsid w:val="003F6670"/>
    <w:rsid w:val="003F6947"/>
    <w:rsid w:val="00400906"/>
    <w:rsid w:val="00411AC4"/>
    <w:rsid w:val="00417320"/>
    <w:rsid w:val="004252BC"/>
    <w:rsid w:val="0042590E"/>
    <w:rsid w:val="00433A17"/>
    <w:rsid w:val="00437F65"/>
    <w:rsid w:val="00460FEA"/>
    <w:rsid w:val="00463DDF"/>
    <w:rsid w:val="004734B7"/>
    <w:rsid w:val="00480344"/>
    <w:rsid w:val="00481B88"/>
    <w:rsid w:val="00485B4F"/>
    <w:rsid w:val="004862D1"/>
    <w:rsid w:val="004A0D3A"/>
    <w:rsid w:val="004B2D5A"/>
    <w:rsid w:val="004C5915"/>
    <w:rsid w:val="004D1B99"/>
    <w:rsid w:val="004D293D"/>
    <w:rsid w:val="004F44FE"/>
    <w:rsid w:val="005061CE"/>
    <w:rsid w:val="00512A47"/>
    <w:rsid w:val="0051781F"/>
    <w:rsid w:val="0052046E"/>
    <w:rsid w:val="00531C68"/>
    <w:rsid w:val="00532119"/>
    <w:rsid w:val="005335F3"/>
    <w:rsid w:val="00543C38"/>
    <w:rsid w:val="00543D2D"/>
    <w:rsid w:val="00545A3D"/>
    <w:rsid w:val="00546DBB"/>
    <w:rsid w:val="00553E0E"/>
    <w:rsid w:val="00555710"/>
    <w:rsid w:val="00561A5B"/>
    <w:rsid w:val="0057074C"/>
    <w:rsid w:val="005733FB"/>
    <w:rsid w:val="00573FBF"/>
    <w:rsid w:val="00574FF3"/>
    <w:rsid w:val="00582538"/>
    <w:rsid w:val="005838EA"/>
    <w:rsid w:val="00585EE1"/>
    <w:rsid w:val="00590C0E"/>
    <w:rsid w:val="005939E6"/>
    <w:rsid w:val="005A1FA3"/>
    <w:rsid w:val="005A4227"/>
    <w:rsid w:val="005B229B"/>
    <w:rsid w:val="005B3518"/>
    <w:rsid w:val="005B510E"/>
    <w:rsid w:val="005B7540"/>
    <w:rsid w:val="005C3731"/>
    <w:rsid w:val="005C56AE"/>
    <w:rsid w:val="005C7449"/>
    <w:rsid w:val="005D2551"/>
    <w:rsid w:val="005D469F"/>
    <w:rsid w:val="005E6D99"/>
    <w:rsid w:val="005F2ADD"/>
    <w:rsid w:val="005F2C49"/>
    <w:rsid w:val="006013EB"/>
    <w:rsid w:val="0060479E"/>
    <w:rsid w:val="00604BE7"/>
    <w:rsid w:val="00611312"/>
    <w:rsid w:val="00616AED"/>
    <w:rsid w:val="00631BF1"/>
    <w:rsid w:val="00632A4F"/>
    <w:rsid w:val="00632B56"/>
    <w:rsid w:val="006351E3"/>
    <w:rsid w:val="00644236"/>
    <w:rsid w:val="006471E5"/>
    <w:rsid w:val="00652E11"/>
    <w:rsid w:val="00661C32"/>
    <w:rsid w:val="006656D2"/>
    <w:rsid w:val="00671D3B"/>
    <w:rsid w:val="00684A5B"/>
    <w:rsid w:val="006A1F71"/>
    <w:rsid w:val="006A723B"/>
    <w:rsid w:val="006F328B"/>
    <w:rsid w:val="006F5886"/>
    <w:rsid w:val="00707734"/>
    <w:rsid w:val="00707E19"/>
    <w:rsid w:val="00712F7C"/>
    <w:rsid w:val="00715546"/>
    <w:rsid w:val="0072328A"/>
    <w:rsid w:val="007377B5"/>
    <w:rsid w:val="00746CC2"/>
    <w:rsid w:val="00754711"/>
    <w:rsid w:val="00757843"/>
    <w:rsid w:val="00760323"/>
    <w:rsid w:val="00765600"/>
    <w:rsid w:val="007829B6"/>
    <w:rsid w:val="00791C9F"/>
    <w:rsid w:val="00792AAB"/>
    <w:rsid w:val="00793B47"/>
    <w:rsid w:val="007A1D0C"/>
    <w:rsid w:val="007A2A7B"/>
    <w:rsid w:val="007C0369"/>
    <w:rsid w:val="007D4925"/>
    <w:rsid w:val="007D5752"/>
    <w:rsid w:val="007D6286"/>
    <w:rsid w:val="007E3FF2"/>
    <w:rsid w:val="007F0C8A"/>
    <w:rsid w:val="007F11AB"/>
    <w:rsid w:val="007F3E3C"/>
    <w:rsid w:val="00806FFE"/>
    <w:rsid w:val="008143CB"/>
    <w:rsid w:val="00823CA1"/>
    <w:rsid w:val="0083615C"/>
    <w:rsid w:val="008513B9"/>
    <w:rsid w:val="00851C6B"/>
    <w:rsid w:val="008702D3"/>
    <w:rsid w:val="00870FC7"/>
    <w:rsid w:val="00875A1A"/>
    <w:rsid w:val="00876034"/>
    <w:rsid w:val="008827E7"/>
    <w:rsid w:val="008927F6"/>
    <w:rsid w:val="00893C8D"/>
    <w:rsid w:val="008A1696"/>
    <w:rsid w:val="008A22D9"/>
    <w:rsid w:val="008B38F8"/>
    <w:rsid w:val="008B41EB"/>
    <w:rsid w:val="008C58FE"/>
    <w:rsid w:val="008D2595"/>
    <w:rsid w:val="008E47ED"/>
    <w:rsid w:val="008E6C41"/>
    <w:rsid w:val="008F0816"/>
    <w:rsid w:val="008F6BB7"/>
    <w:rsid w:val="00900F42"/>
    <w:rsid w:val="00922B2B"/>
    <w:rsid w:val="00932E3C"/>
    <w:rsid w:val="009461B3"/>
    <w:rsid w:val="009529CA"/>
    <w:rsid w:val="0095600E"/>
    <w:rsid w:val="009573D3"/>
    <w:rsid w:val="00972CF7"/>
    <w:rsid w:val="00974AF6"/>
    <w:rsid w:val="00981D5A"/>
    <w:rsid w:val="009977FF"/>
    <w:rsid w:val="009A085B"/>
    <w:rsid w:val="009C1DE6"/>
    <w:rsid w:val="009C1F0E"/>
    <w:rsid w:val="009D3E8C"/>
    <w:rsid w:val="009E3A0E"/>
    <w:rsid w:val="009F1F04"/>
    <w:rsid w:val="00A12CA3"/>
    <w:rsid w:val="00A1314B"/>
    <w:rsid w:val="00A13160"/>
    <w:rsid w:val="00A137D3"/>
    <w:rsid w:val="00A3659D"/>
    <w:rsid w:val="00A417E9"/>
    <w:rsid w:val="00A42E3A"/>
    <w:rsid w:val="00A44A8F"/>
    <w:rsid w:val="00A51D96"/>
    <w:rsid w:val="00A901F1"/>
    <w:rsid w:val="00A96F84"/>
    <w:rsid w:val="00AB0FE5"/>
    <w:rsid w:val="00AC13DF"/>
    <w:rsid w:val="00AC23B0"/>
    <w:rsid w:val="00AC3953"/>
    <w:rsid w:val="00AC7150"/>
    <w:rsid w:val="00AE1DCA"/>
    <w:rsid w:val="00AF5F7C"/>
    <w:rsid w:val="00B01A53"/>
    <w:rsid w:val="00B02207"/>
    <w:rsid w:val="00B03403"/>
    <w:rsid w:val="00B10324"/>
    <w:rsid w:val="00B33153"/>
    <w:rsid w:val="00B376B1"/>
    <w:rsid w:val="00B50AB3"/>
    <w:rsid w:val="00B60194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A3DA9"/>
    <w:rsid w:val="00BB25D9"/>
    <w:rsid w:val="00BB2C98"/>
    <w:rsid w:val="00BD0B82"/>
    <w:rsid w:val="00BE2320"/>
    <w:rsid w:val="00BF4F5F"/>
    <w:rsid w:val="00C04EEB"/>
    <w:rsid w:val="00C075A4"/>
    <w:rsid w:val="00C10F12"/>
    <w:rsid w:val="00C11826"/>
    <w:rsid w:val="00C46D42"/>
    <w:rsid w:val="00C47B89"/>
    <w:rsid w:val="00C50C32"/>
    <w:rsid w:val="00C60178"/>
    <w:rsid w:val="00C61760"/>
    <w:rsid w:val="00C63CD6"/>
    <w:rsid w:val="00C87D95"/>
    <w:rsid w:val="00C9077A"/>
    <w:rsid w:val="00C95CD2"/>
    <w:rsid w:val="00CA051B"/>
    <w:rsid w:val="00CA17A0"/>
    <w:rsid w:val="00CA3707"/>
    <w:rsid w:val="00CA5DCC"/>
    <w:rsid w:val="00CB3CBE"/>
    <w:rsid w:val="00CF03D8"/>
    <w:rsid w:val="00CF2284"/>
    <w:rsid w:val="00D015D5"/>
    <w:rsid w:val="00D03D68"/>
    <w:rsid w:val="00D13F47"/>
    <w:rsid w:val="00D266DD"/>
    <w:rsid w:val="00D30614"/>
    <w:rsid w:val="00D32B04"/>
    <w:rsid w:val="00D374E7"/>
    <w:rsid w:val="00D63949"/>
    <w:rsid w:val="00D652E7"/>
    <w:rsid w:val="00D76F74"/>
    <w:rsid w:val="00D77BCF"/>
    <w:rsid w:val="00D84394"/>
    <w:rsid w:val="00D95E55"/>
    <w:rsid w:val="00D977BF"/>
    <w:rsid w:val="00DB3664"/>
    <w:rsid w:val="00DC16FB"/>
    <w:rsid w:val="00DC4A65"/>
    <w:rsid w:val="00DC4F66"/>
    <w:rsid w:val="00DE2420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6EFB"/>
    <w:rsid w:val="00E6458F"/>
    <w:rsid w:val="00E71100"/>
    <w:rsid w:val="00E7242D"/>
    <w:rsid w:val="00E75039"/>
    <w:rsid w:val="00E87E25"/>
    <w:rsid w:val="00EA04F1"/>
    <w:rsid w:val="00EA2FD3"/>
    <w:rsid w:val="00EB7CE9"/>
    <w:rsid w:val="00EC433F"/>
    <w:rsid w:val="00EC7250"/>
    <w:rsid w:val="00ED1FDE"/>
    <w:rsid w:val="00ED2887"/>
    <w:rsid w:val="00ED6007"/>
    <w:rsid w:val="00F01317"/>
    <w:rsid w:val="00F06EFB"/>
    <w:rsid w:val="00F1529E"/>
    <w:rsid w:val="00F16F07"/>
    <w:rsid w:val="00F45975"/>
    <w:rsid w:val="00F45B7C"/>
    <w:rsid w:val="00F45FCE"/>
    <w:rsid w:val="00F9334F"/>
    <w:rsid w:val="00F96A2E"/>
    <w:rsid w:val="00F97D7F"/>
    <w:rsid w:val="00FA122C"/>
    <w:rsid w:val="00FA3B95"/>
    <w:rsid w:val="00FB5BC6"/>
    <w:rsid w:val="00FC1278"/>
    <w:rsid w:val="00FC17F8"/>
    <w:rsid w:val="00FC6BEA"/>
    <w:rsid w:val="00FE370D"/>
    <w:rsid w:val="00FE7735"/>
    <w:rsid w:val="00FF49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050D8-AF7E-4A31-A771-84D036BE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</TotalTime>
  <Pages>5</Pages>
  <Words>537</Words>
  <Characters>4047</Characters>
  <Application>Microsoft Office Word</Application>
  <DocSecurity>0</DocSecurity>
  <Lines>505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5</cp:revision>
  <cp:lastPrinted>2018-10-18T14:20:00Z</cp:lastPrinted>
  <dcterms:created xsi:type="dcterms:W3CDTF">2019-12-04T09:33:00Z</dcterms:created>
  <dcterms:modified xsi:type="dcterms:W3CDTF">2019-12-18T12:28:00Z</dcterms:modified>
</cp:coreProperties>
</file>